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5328D55" w:rsidR="008B1A2C" w:rsidRPr="00C6088B" w:rsidRDefault="008B1A2C" w:rsidP="00B87D91">
      <w:pPr>
        <w:rPr>
          <w:b/>
          <w:color w:val="FF5200" w:themeColor="accent2"/>
          <w:sz w:val="28"/>
          <w:szCs w:val="28"/>
        </w:rPr>
      </w:pPr>
      <w:r w:rsidRPr="00C6088B">
        <w:rPr>
          <w:b/>
          <w:color w:val="FF5200" w:themeColor="accent2"/>
          <w:sz w:val="28"/>
          <w:szCs w:val="28"/>
        </w:rPr>
        <w:t>Krycí list nabídky</w:t>
      </w:r>
      <w:r w:rsidR="0031280B" w:rsidRPr="00C6088B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E5C33" w:rsidRPr="00C6088B">
        <w:rPr>
          <w:b/>
          <w:color w:val="FF5200" w:themeColor="accent2"/>
          <w:sz w:val="28"/>
          <w:szCs w:val="28"/>
        </w:rPr>
        <w:t>Poskytnutí hnacích drážních vozidel nezávislé trakce s obsluhou pro případ živelních událostí a zhoršených klimatických podmínek</w:t>
      </w:r>
      <w:r w:rsidR="0031280B" w:rsidRPr="00C6088B">
        <w:rPr>
          <w:b/>
          <w:color w:val="FF5200" w:themeColor="accent2"/>
          <w:sz w:val="28"/>
          <w:szCs w:val="28"/>
        </w:rPr>
        <w:t>“</w:t>
      </w:r>
      <w:r w:rsidR="000128D4" w:rsidRPr="00C6088B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C6088B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č.j. </w:t>
      </w:r>
      <w:r w:rsidR="00ED4F44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68924</w:t>
      </w:r>
      <w:r w:rsidR="006E5C33" w:rsidRPr="00C6088B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6E838A0" w14:textId="3DFC5F7C" w:rsidR="00ED4F4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5902331" w:history="1">
            <w:r w:rsidR="00ED4F44" w:rsidRPr="00DC03D7">
              <w:rPr>
                <w:rStyle w:val="Hypertextovodkaz"/>
                <w:noProof/>
              </w:rPr>
              <w:t>Kapitola 1.</w:t>
            </w:r>
            <w:r w:rsidR="00ED4F4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D4F44" w:rsidRPr="00DC03D7">
              <w:rPr>
                <w:rStyle w:val="Hypertextovodkaz"/>
                <w:noProof/>
              </w:rPr>
              <w:t>Základní údaje k nabídce</w:t>
            </w:r>
            <w:r w:rsidR="00ED4F44">
              <w:rPr>
                <w:noProof/>
                <w:webHidden/>
              </w:rPr>
              <w:tab/>
            </w:r>
            <w:r w:rsidR="00ED4F44">
              <w:rPr>
                <w:noProof/>
                <w:webHidden/>
              </w:rPr>
              <w:fldChar w:fldCharType="begin"/>
            </w:r>
            <w:r w:rsidR="00ED4F44">
              <w:rPr>
                <w:noProof/>
                <w:webHidden/>
              </w:rPr>
              <w:instrText xml:space="preserve"> PAGEREF _Toc205902331 \h </w:instrText>
            </w:r>
            <w:r w:rsidR="00ED4F44">
              <w:rPr>
                <w:noProof/>
                <w:webHidden/>
              </w:rPr>
            </w:r>
            <w:r w:rsidR="00ED4F44">
              <w:rPr>
                <w:noProof/>
                <w:webHidden/>
              </w:rPr>
              <w:fldChar w:fldCharType="separate"/>
            </w:r>
            <w:r w:rsidR="00ED4F44">
              <w:rPr>
                <w:noProof/>
                <w:webHidden/>
              </w:rPr>
              <w:t>2</w:t>
            </w:r>
            <w:r w:rsidR="00ED4F44">
              <w:rPr>
                <w:noProof/>
                <w:webHidden/>
              </w:rPr>
              <w:fldChar w:fldCharType="end"/>
            </w:r>
          </w:hyperlink>
        </w:p>
        <w:p w14:paraId="25D1479D" w14:textId="7D45EDFF" w:rsidR="00ED4F44" w:rsidRDefault="00ED4F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902332" w:history="1">
            <w:r w:rsidRPr="00DC03D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3D7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_Toc205902332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B524AE" w14:textId="65BCFC13" w:rsidR="00ED4F44" w:rsidRDefault="00ED4F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902333" w:history="1">
            <w:r w:rsidRPr="00DC03D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3D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_Toc205902333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D0E77" w14:textId="32BEEDC7" w:rsidR="00ED4F44" w:rsidRDefault="00ED4F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902334" w:history="1">
            <w:r w:rsidRPr="00DC03D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3D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_Toc205902334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0AA40" w14:textId="6EE47C0E" w:rsidR="00ED4F44" w:rsidRDefault="00ED4F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902335" w:history="1">
            <w:r w:rsidRPr="00DC03D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3D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_Toc205902335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00382" w14:textId="715B23B7" w:rsidR="00ED4F44" w:rsidRDefault="00ED4F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902336" w:history="1">
            <w:r w:rsidRPr="00DC03D7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3D7">
              <w:rPr>
                <w:rStyle w:val="Hypertextovodkaz"/>
                <w:noProof/>
              </w:rPr>
              <w:t>Čestné</w:t>
            </w:r>
            <w:r w:rsidRPr="00DC03D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_Toc205902336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37D26" w14:textId="5CABC01E" w:rsidR="00ED4F44" w:rsidRDefault="00ED4F4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902337" w:history="1">
            <w:r w:rsidRPr="00DC03D7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C03D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_Toc205902337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534FC5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5902331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994316D" w:rsidR="00A93A74" w:rsidRDefault="00A93A74" w:rsidP="00A134A1">
      <w:pPr>
        <w:spacing w:before="360"/>
      </w:pPr>
      <w:r>
        <w:t xml:space="preserve">Účastník prohlašuje, že veškeré údaje uvedené v tomto krycím listu, který </w:t>
      </w:r>
      <w:r w:rsidRPr="006E5C33">
        <w:t xml:space="preserve">je přílohou č. </w:t>
      </w:r>
      <w:r w:rsidR="00B87D91" w:rsidRPr="006E5C33">
        <w:t xml:space="preserve">1 </w:t>
      </w:r>
      <w:r w:rsidRPr="006E5C33">
        <w:t>Výzvy k podání nabíd</w:t>
      </w:r>
      <w:r w:rsidR="004C76E9" w:rsidRPr="006E5C33">
        <w:t>ky</w:t>
      </w:r>
      <w:r w:rsidRPr="006E5C33">
        <w:t xml:space="preserve"> na veřejnou zakázku zadávanou</w:t>
      </w:r>
      <w:r w:rsidR="004C76E9" w:rsidRPr="006E5C33">
        <w:t xml:space="preserve"> jako </w:t>
      </w:r>
      <w:r w:rsidR="000128D4" w:rsidRPr="006E5C33">
        <w:rPr>
          <w:rFonts w:eastAsia="Times New Roman" w:cs="Times New Roman"/>
          <w:lang w:eastAsia="cs-CZ"/>
        </w:rPr>
        <w:t>podlimitní sektorovou veřejnou zakázku</w:t>
      </w:r>
      <w:r w:rsidRPr="006E5C33">
        <w:t>, jsou pravdivé</w:t>
      </w:r>
      <w:r w:rsidR="009771C9" w:rsidRPr="006E5C33">
        <w:t>, úplné a odpovídají skutečnosti</w:t>
      </w:r>
      <w:r w:rsidRPr="006E5C33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C6088B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010" w:right="1134" w:bottom="1474" w:left="2070" w:header="993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D4F4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D4F4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5902332"/>
      <w:r>
        <w:lastRenderedPageBreak/>
        <w:t>Ceník</w:t>
      </w:r>
      <w:bookmarkEnd w:id="1"/>
    </w:p>
    <w:p w14:paraId="3E5E9B0F" w14:textId="7AB435E5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</w:t>
      </w:r>
      <w:r w:rsidRPr="006E5C33">
        <w:rPr>
          <w:rStyle w:val="Siln"/>
          <w:b w:val="0"/>
          <w:bCs w:val="0"/>
        </w:rPr>
        <w:t xml:space="preserve">č. </w:t>
      </w:r>
      <w:r w:rsidR="001E0266" w:rsidRPr="006E5C33">
        <w:rPr>
          <w:rStyle w:val="Siln"/>
          <w:b w:val="0"/>
          <w:bCs w:val="0"/>
        </w:rPr>
        <w:t>2</w:t>
      </w:r>
      <w:r w:rsidRPr="006E5C33">
        <w:rPr>
          <w:rStyle w:val="Siln"/>
          <w:b w:val="0"/>
          <w:bCs w:val="0"/>
        </w:rPr>
        <w:t xml:space="preserve"> (</w:t>
      </w:r>
      <w:r w:rsidRPr="006E5C33">
        <w:rPr>
          <w:rStyle w:val="Siln"/>
          <w:b w:val="0"/>
          <w:bCs w:val="0"/>
          <w:i/>
          <w:iCs/>
        </w:rPr>
        <w:t xml:space="preserve">budoucí příloha č. </w:t>
      </w:r>
      <w:r w:rsidR="006E5C33" w:rsidRPr="006E5C33">
        <w:rPr>
          <w:rStyle w:val="Siln"/>
          <w:b w:val="0"/>
          <w:bCs w:val="0"/>
          <w:i/>
          <w:iCs/>
        </w:rPr>
        <w:t>3</w:t>
      </w:r>
      <w:r w:rsidRPr="006E5C33">
        <w:rPr>
          <w:rStyle w:val="Siln"/>
          <w:b w:val="0"/>
          <w:bCs w:val="0"/>
          <w:i/>
          <w:iCs/>
        </w:rPr>
        <w:t xml:space="preserve"> </w:t>
      </w:r>
      <w:r w:rsidR="001E0266" w:rsidRPr="006E5C33">
        <w:rPr>
          <w:rStyle w:val="Siln"/>
          <w:b w:val="0"/>
          <w:bCs w:val="0"/>
          <w:i/>
          <w:iCs/>
        </w:rPr>
        <w:t>Závazného vzoru rámcové dohody</w:t>
      </w:r>
      <w:r w:rsidRPr="006E5C33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C6088B">
          <w:headerReference w:type="first" r:id="rId16"/>
          <w:footerReference w:type="first" r:id="rId17"/>
          <w:pgSz w:w="11906" w:h="16838" w:code="9"/>
          <w:pgMar w:top="1049" w:right="1134" w:bottom="1474" w:left="2070" w:header="993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590233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590233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205902335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3D0700CB" w:rsidR="00AD2F9C" w:rsidRDefault="00AD2F9C" w:rsidP="00C6088B">
      <w:pPr>
        <w:pStyle w:val="aodst"/>
        <w:numPr>
          <w:ilvl w:val="1"/>
          <w:numId w:val="47"/>
        </w:numPr>
      </w:pPr>
      <w: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15B87955" w:rsidR="00AD2F9C" w:rsidRDefault="00AD2F9C" w:rsidP="00C6088B">
      <w:pPr>
        <w:pStyle w:val="aodst"/>
      </w:pPr>
      <w:r>
        <w:t xml:space="preserve">nepřipravoval části nabídek, které mají být hodnoceny podle kritérií hodnocení, ve vzájemné shodě s jiným účastníkem téhož </w:t>
      </w:r>
      <w:r w:rsidR="00F45664">
        <w:t xml:space="preserve">výběrového </w:t>
      </w:r>
      <w: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5902336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733225B3" w14:textId="0D0317B3" w:rsidR="00E85D44" w:rsidRPr="00E85D44" w:rsidRDefault="00E85D44" w:rsidP="00E85D44">
      <w:pPr>
        <w:pStyle w:val="Nadpis2"/>
      </w:pPr>
      <w:bookmarkStart w:id="6" w:name="_Toc205902337"/>
      <w:r w:rsidRPr="00E85D44">
        <w:lastRenderedPageBreak/>
        <w:t>Čestné prohlášení o splnění technické kvalifikace</w:t>
      </w:r>
      <w:bookmarkEnd w:id="6"/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15FE2E" w14:textId="77777777" w:rsidR="006E5C33" w:rsidRDefault="006E5C33" w:rsidP="006E5C33">
      <w:pPr>
        <w:rPr>
          <w:lang w:eastAsia="cs-CZ"/>
        </w:rPr>
      </w:pPr>
      <w:r>
        <w:rPr>
          <w:lang w:eastAsia="cs-CZ"/>
        </w:rPr>
        <w:t xml:space="preserve">Účastník, který podává tuto nabídku, tímto čestně prohlašuje, že po dobu trvání Rámcové dohody bude disponovat minimálně </w:t>
      </w:r>
      <w:r>
        <w:t xml:space="preserve">třemi (3) </w:t>
      </w:r>
      <w:r>
        <w:rPr>
          <w:lang w:eastAsia="cs-CZ"/>
        </w:rPr>
        <w:t xml:space="preserve">níže specifikovanými </w:t>
      </w:r>
      <w:r>
        <w:t>MHV nezávislé trakce vybavenými zabezpečovačem ETCS, schopnými provozu na síti SŽ.</w:t>
      </w:r>
    </w:p>
    <w:p w14:paraId="0CC51497" w14:textId="77777777" w:rsidR="006E5C33" w:rsidRDefault="006E5C33" w:rsidP="006E5C33">
      <w:pPr>
        <w:jc w:val="left"/>
        <w:rPr>
          <w:rFonts w:eastAsia="Times New Roman" w:cs="Times New Roman"/>
          <w:b/>
          <w:bCs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MHV č. 1</w:t>
      </w:r>
    </w:p>
    <w:p w14:paraId="7FB38B37" w14:textId="77777777" w:rsidR="006E5C33" w:rsidRDefault="006E5C33" w:rsidP="006E5C33">
      <w:pPr>
        <w:pStyle w:val="Odstavecseseznamem"/>
        <w:numPr>
          <w:ilvl w:val="3"/>
          <w:numId w:val="39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Číslo MHV (dle IS REVOZ): </w:t>
      </w:r>
      <w:r>
        <w:rPr>
          <w:rFonts w:eastAsia="Times New Roman" w:cs="Times New Roman"/>
          <w:highlight w:val="green"/>
          <w:lang w:eastAsia="cs-CZ"/>
        </w:rPr>
        <w:t>[DOPLNÍ DODAVATEL]</w:t>
      </w:r>
    </w:p>
    <w:p w14:paraId="25F0BD2F" w14:textId="77777777" w:rsidR="006E5C33" w:rsidRDefault="006E5C33" w:rsidP="006E5C33">
      <w:pPr>
        <w:pStyle w:val="Odstavecseseznamem"/>
        <w:numPr>
          <w:ilvl w:val="3"/>
          <w:numId w:val="39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Vlastník (název, IČO): </w:t>
      </w:r>
      <w:r>
        <w:rPr>
          <w:rFonts w:eastAsia="Times New Roman" w:cs="Times New Roman"/>
          <w:highlight w:val="green"/>
          <w:lang w:eastAsia="cs-CZ"/>
        </w:rPr>
        <w:t>[DOPLNÍ DODAVATEL]</w:t>
      </w:r>
    </w:p>
    <w:p w14:paraId="1F9685D3" w14:textId="38892DE7" w:rsidR="006E5C33" w:rsidRDefault="00C6088B" w:rsidP="006E5C33">
      <w:pPr>
        <w:pStyle w:val="Odstavecseseznamem"/>
        <w:numPr>
          <w:ilvl w:val="3"/>
          <w:numId w:val="39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6E5C33">
        <w:rPr>
          <w:rFonts w:eastAsia="Times New Roman" w:cs="Times New Roman"/>
          <w:lang w:eastAsia="cs-CZ"/>
        </w:rPr>
        <w:t xml:space="preserve">rávní titul užívání (není-li účastník vlastníkem MHV): </w:t>
      </w:r>
      <w:r w:rsidR="006E5C33">
        <w:rPr>
          <w:rFonts w:eastAsia="Times New Roman" w:cs="Times New Roman"/>
          <w:highlight w:val="green"/>
          <w:lang w:eastAsia="cs-CZ"/>
        </w:rPr>
        <w:t>[DOPLNÍ DODAVATEL]</w:t>
      </w:r>
    </w:p>
    <w:p w14:paraId="6C98A9A5" w14:textId="77777777" w:rsidR="006E5C33" w:rsidRDefault="006E5C33" w:rsidP="006E5C33">
      <w:pPr>
        <w:pStyle w:val="Odstavecseseznamem"/>
        <w:ind w:left="426"/>
        <w:jc w:val="left"/>
        <w:rPr>
          <w:rFonts w:eastAsia="Times New Roman" w:cs="Times New Roman"/>
          <w:lang w:eastAsia="cs-CZ"/>
        </w:rPr>
      </w:pPr>
    </w:p>
    <w:p w14:paraId="37B10F69" w14:textId="77777777" w:rsidR="006E5C33" w:rsidRDefault="006E5C33" w:rsidP="006E5C33">
      <w:pPr>
        <w:jc w:val="left"/>
        <w:rPr>
          <w:rFonts w:eastAsia="Times New Roman" w:cs="Times New Roman"/>
          <w:b/>
          <w:bCs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MHV č. 1</w:t>
      </w:r>
    </w:p>
    <w:p w14:paraId="1EA8FB59" w14:textId="77777777" w:rsidR="006E5C33" w:rsidRDefault="006E5C33" w:rsidP="006E5C33">
      <w:pPr>
        <w:pStyle w:val="Odstavecseseznamem"/>
        <w:numPr>
          <w:ilvl w:val="3"/>
          <w:numId w:val="45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Číslo MHV (dle IS REVOZ): </w:t>
      </w:r>
      <w:r>
        <w:rPr>
          <w:rFonts w:eastAsia="Times New Roman" w:cs="Times New Roman"/>
          <w:highlight w:val="green"/>
          <w:lang w:eastAsia="cs-CZ"/>
        </w:rPr>
        <w:t>[DOPLNÍ DODAVATEL]</w:t>
      </w:r>
    </w:p>
    <w:p w14:paraId="53BF54C1" w14:textId="77777777" w:rsidR="006E5C33" w:rsidRDefault="006E5C33" w:rsidP="006E5C33">
      <w:pPr>
        <w:pStyle w:val="Odstavecseseznamem"/>
        <w:numPr>
          <w:ilvl w:val="3"/>
          <w:numId w:val="39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Vlastník (název, IČO): </w:t>
      </w:r>
      <w:r>
        <w:rPr>
          <w:rFonts w:eastAsia="Times New Roman" w:cs="Times New Roman"/>
          <w:highlight w:val="green"/>
          <w:lang w:eastAsia="cs-CZ"/>
        </w:rPr>
        <w:t>[DOPLNÍ DODAVATEL]</w:t>
      </w:r>
    </w:p>
    <w:p w14:paraId="6E235EA1" w14:textId="45724377" w:rsidR="006E5C33" w:rsidRDefault="00C6088B" w:rsidP="006E5C33">
      <w:pPr>
        <w:pStyle w:val="Odstavecseseznamem"/>
        <w:numPr>
          <w:ilvl w:val="3"/>
          <w:numId w:val="39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6E5C33">
        <w:rPr>
          <w:rFonts w:eastAsia="Times New Roman" w:cs="Times New Roman"/>
          <w:lang w:eastAsia="cs-CZ"/>
        </w:rPr>
        <w:t xml:space="preserve">rávní titul užívání (není-li účastník vlastníkem MHV): </w:t>
      </w:r>
      <w:r w:rsidR="006E5C33">
        <w:rPr>
          <w:rFonts w:eastAsia="Times New Roman" w:cs="Times New Roman"/>
          <w:highlight w:val="green"/>
          <w:lang w:eastAsia="cs-CZ"/>
        </w:rPr>
        <w:t>[DOPLNÍ DODAVATEL]</w:t>
      </w:r>
    </w:p>
    <w:p w14:paraId="5DF2439E" w14:textId="77777777" w:rsidR="006E5C33" w:rsidRDefault="006E5C33" w:rsidP="006E5C33">
      <w:pPr>
        <w:pStyle w:val="Odstavecseseznamem"/>
        <w:ind w:left="426"/>
        <w:jc w:val="left"/>
        <w:rPr>
          <w:rFonts w:eastAsia="Times New Roman" w:cs="Times New Roman"/>
          <w:lang w:eastAsia="cs-CZ"/>
        </w:rPr>
      </w:pPr>
    </w:p>
    <w:p w14:paraId="3218EB6D" w14:textId="77777777" w:rsidR="006E5C33" w:rsidRDefault="006E5C33" w:rsidP="006E5C33">
      <w:pPr>
        <w:jc w:val="left"/>
        <w:rPr>
          <w:rFonts w:eastAsia="Times New Roman" w:cs="Times New Roman"/>
          <w:b/>
          <w:bCs/>
          <w:lang w:eastAsia="cs-CZ"/>
        </w:rPr>
      </w:pPr>
      <w:r>
        <w:rPr>
          <w:rFonts w:eastAsia="Times New Roman" w:cs="Times New Roman"/>
          <w:b/>
          <w:bCs/>
          <w:lang w:eastAsia="cs-CZ"/>
        </w:rPr>
        <w:t>MHV č. 1</w:t>
      </w:r>
    </w:p>
    <w:p w14:paraId="010C8513" w14:textId="77777777" w:rsidR="006E5C33" w:rsidRDefault="006E5C33" w:rsidP="006E5C33">
      <w:pPr>
        <w:pStyle w:val="Odstavecseseznamem"/>
        <w:numPr>
          <w:ilvl w:val="3"/>
          <w:numId w:val="46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Číslo MHV (dle IS REVOZ): </w:t>
      </w:r>
      <w:r>
        <w:rPr>
          <w:rFonts w:eastAsia="Times New Roman" w:cs="Times New Roman"/>
          <w:highlight w:val="green"/>
          <w:lang w:eastAsia="cs-CZ"/>
        </w:rPr>
        <w:t>[DOPLNÍ DODAVATEL]</w:t>
      </w:r>
    </w:p>
    <w:p w14:paraId="5859E086" w14:textId="77777777" w:rsidR="006E5C33" w:rsidRDefault="006E5C33" w:rsidP="006E5C33">
      <w:pPr>
        <w:pStyle w:val="Odstavecseseznamem"/>
        <w:numPr>
          <w:ilvl w:val="3"/>
          <w:numId w:val="39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Vlastník (název, IČO): </w:t>
      </w:r>
      <w:r>
        <w:rPr>
          <w:rFonts w:eastAsia="Times New Roman" w:cs="Times New Roman"/>
          <w:highlight w:val="green"/>
          <w:lang w:eastAsia="cs-CZ"/>
        </w:rPr>
        <w:t>[DOPLNÍ DODAVATEL]</w:t>
      </w:r>
    </w:p>
    <w:p w14:paraId="0B075E7C" w14:textId="631D608C" w:rsidR="006E5C33" w:rsidRDefault="00C6088B" w:rsidP="006E5C33">
      <w:pPr>
        <w:pStyle w:val="Odstavecseseznamem"/>
        <w:numPr>
          <w:ilvl w:val="3"/>
          <w:numId w:val="39"/>
        </w:numPr>
        <w:ind w:left="426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6E5C33">
        <w:rPr>
          <w:rFonts w:eastAsia="Times New Roman" w:cs="Times New Roman"/>
          <w:lang w:eastAsia="cs-CZ"/>
        </w:rPr>
        <w:t xml:space="preserve">rávní titul užívání (není-li účastník vlastníkem MHV): </w:t>
      </w:r>
      <w:r w:rsidR="006E5C33">
        <w:rPr>
          <w:rFonts w:eastAsia="Times New Roman" w:cs="Times New Roman"/>
          <w:highlight w:val="green"/>
          <w:lang w:eastAsia="cs-CZ"/>
        </w:rPr>
        <w:t>[DOPLNÍ DODAVATEL]</w:t>
      </w:r>
    </w:p>
    <w:p w14:paraId="34C065E8" w14:textId="77777777" w:rsidR="006E5C33" w:rsidRDefault="006E5C33" w:rsidP="006E5C33">
      <w:pPr>
        <w:jc w:val="left"/>
        <w:rPr>
          <w:rFonts w:eastAsia="Times New Roman" w:cs="Times New Roman"/>
          <w:lang w:eastAsia="cs-CZ"/>
        </w:rPr>
      </w:pPr>
    </w:p>
    <w:p w14:paraId="54124B39" w14:textId="77777777" w:rsidR="006E5C33" w:rsidRDefault="006E5C33" w:rsidP="006E5C33">
      <w:pPr>
        <w:jc w:val="left"/>
        <w:rPr>
          <w:rFonts w:eastAsia="Times New Roman" w:cs="Times New Roman"/>
          <w:b/>
          <w:bCs/>
          <w:i/>
          <w:iCs/>
          <w:lang w:eastAsia="cs-CZ"/>
        </w:rPr>
      </w:pPr>
      <w:r>
        <w:rPr>
          <w:rFonts w:eastAsia="Times New Roman" w:cs="Times New Roman"/>
          <w:b/>
          <w:bCs/>
          <w:i/>
          <w:iCs/>
          <w:lang w:eastAsia="cs-CZ"/>
        </w:rPr>
        <w:t>Přílohy:</w:t>
      </w:r>
    </w:p>
    <w:p w14:paraId="7A68096A" w14:textId="5CDCB0A8" w:rsidR="006E5C33" w:rsidRDefault="006E5C33" w:rsidP="006E5C33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  <w:r>
        <w:rPr>
          <w:i/>
          <w:iCs/>
          <w:lang w:eastAsia="cs-CZ"/>
        </w:rPr>
        <w:t>-  kopie dokladu o užívání MHV (není-li účastník vlastníkem MHV)</w:t>
      </w:r>
    </w:p>
    <w:p w14:paraId="5F0AA859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F282FC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376240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EA9903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FE42894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F76EF2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E1FAC5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0A23F9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5C3F67B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14A5DAE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D4893F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F2D571B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1F83126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8532654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1B64A91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E3B4B9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332E8E" w14:textId="77777777" w:rsidR="006E5C33" w:rsidRDefault="006E5C33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C6088B">
      <w:pgSz w:w="11906" w:h="16838" w:code="9"/>
      <w:pgMar w:top="1049" w:right="1134" w:bottom="1474" w:left="2070" w:header="99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9CE1" w14:textId="55B70EB3" w:rsidR="006E5C33" w:rsidRDefault="006E5C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7DABA" w14:textId="37D3DC4C" w:rsidR="006E5C33" w:rsidRDefault="006E5C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5EC7F376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590994396" name="Obrázek 1590994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54E7ABF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773925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924718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8977512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7615B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95AFC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45D48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33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2225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088B"/>
    <w:rsid w:val="00C636FB"/>
    <w:rsid w:val="00C6546B"/>
    <w:rsid w:val="00C87B78"/>
    <w:rsid w:val="00CB0F54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4F44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256</TotalTime>
  <Pages>9</Pages>
  <Words>1308</Words>
  <Characters>7721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40</cp:revision>
  <cp:lastPrinted>2023-10-05T09:40:00Z</cp:lastPrinted>
  <dcterms:created xsi:type="dcterms:W3CDTF">2023-08-21T11:49:00Z</dcterms:created>
  <dcterms:modified xsi:type="dcterms:W3CDTF">2025-08-12T12:45:00Z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